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4E752F" w:rsidRPr="00E960BB" w:rsidRDefault="004E752F" w:rsidP="004E752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4E752F" w:rsidRPr="009C54AE" w:rsidRDefault="004E752F" w:rsidP="004E752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7DC98DB" w:rsidR="004E752F" w:rsidRDefault="004E752F" w:rsidP="004E752F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57C27">
        <w:rPr>
          <w:rFonts w:ascii="Corbel" w:hAnsi="Corbel"/>
          <w:i/>
          <w:smallCaps/>
          <w:sz w:val="24"/>
          <w:szCs w:val="24"/>
        </w:rPr>
        <w:t>2019-2022</w:t>
      </w:r>
    </w:p>
    <w:p w14:paraId="0F05DE12" w14:textId="2F9044BB" w:rsidR="004E752F" w:rsidRDefault="004E752F" w:rsidP="004E752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21C1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921C1F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202</w:t>
      </w:r>
      <w:r w:rsidR="00057C27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057C27">
        <w:rPr>
          <w:rFonts w:ascii="Corbel" w:hAnsi="Corbel"/>
          <w:sz w:val="20"/>
          <w:szCs w:val="20"/>
        </w:rPr>
        <w:t>2</w:t>
      </w:r>
    </w:p>
    <w:p w14:paraId="0A37501D" w14:textId="77777777" w:rsidR="004E752F" w:rsidRPr="009C54AE" w:rsidRDefault="004E752F" w:rsidP="004E752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4E752F" w:rsidRPr="009C54AE" w:rsidRDefault="004E752F" w:rsidP="004E752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752F" w:rsidRPr="009C54AE" w14:paraId="5EE229E5" w14:textId="77777777" w:rsidTr="00C22102">
        <w:tc>
          <w:tcPr>
            <w:tcW w:w="2694" w:type="dxa"/>
            <w:vAlign w:val="center"/>
          </w:tcPr>
          <w:p w14:paraId="5970156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0159D3" w14:textId="77777777" w:rsidR="004E752F" w:rsidRPr="00D6345B" w:rsidRDefault="004E752F" w:rsidP="00C22102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sz w:val="24"/>
                <w:szCs w:val="24"/>
              </w:rPr>
              <w:t>Rynek usług finansowych</w:t>
            </w:r>
          </w:p>
        </w:tc>
      </w:tr>
      <w:tr w:rsidR="004E752F" w:rsidRPr="009C54AE" w14:paraId="5650F107" w14:textId="77777777" w:rsidTr="00C22102">
        <w:tc>
          <w:tcPr>
            <w:tcW w:w="2694" w:type="dxa"/>
            <w:vAlign w:val="center"/>
          </w:tcPr>
          <w:p w14:paraId="4CA2915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95DC734" w14:textId="77777777" w:rsidR="004E752F" w:rsidRPr="00D6345B" w:rsidRDefault="004E752F" w:rsidP="00C2210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/C-1.11a</w:t>
            </w:r>
          </w:p>
        </w:tc>
      </w:tr>
      <w:tr w:rsidR="004E752F" w:rsidRPr="009C54AE" w14:paraId="4E2F8C33" w14:textId="77777777" w:rsidTr="00C22102">
        <w:tc>
          <w:tcPr>
            <w:tcW w:w="2694" w:type="dxa"/>
            <w:vAlign w:val="center"/>
          </w:tcPr>
          <w:p w14:paraId="19552E28" w14:textId="77777777" w:rsidR="004E752F" w:rsidRPr="009C54AE" w:rsidRDefault="004E752F" w:rsidP="00C2210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752F" w:rsidRPr="009C54AE" w14:paraId="729EEB71" w14:textId="77777777" w:rsidTr="00C22102">
        <w:tc>
          <w:tcPr>
            <w:tcW w:w="2694" w:type="dxa"/>
            <w:vAlign w:val="center"/>
          </w:tcPr>
          <w:p w14:paraId="0A39E105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752F" w:rsidRPr="009C54AE" w:rsidRDefault="0060411E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752F" w:rsidRPr="009C54AE" w14:paraId="048482E6" w14:textId="77777777" w:rsidTr="00C22102">
        <w:tc>
          <w:tcPr>
            <w:tcW w:w="2694" w:type="dxa"/>
            <w:vAlign w:val="center"/>
          </w:tcPr>
          <w:p w14:paraId="4B835047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E752F" w:rsidRPr="009C54AE" w14:paraId="27F70225" w14:textId="77777777" w:rsidTr="00C22102">
        <w:tc>
          <w:tcPr>
            <w:tcW w:w="2694" w:type="dxa"/>
            <w:vAlign w:val="center"/>
          </w:tcPr>
          <w:p w14:paraId="448A1CED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411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E752F" w:rsidRPr="009C54AE" w14:paraId="3A488BE5" w14:textId="77777777" w:rsidTr="00C22102">
        <w:tc>
          <w:tcPr>
            <w:tcW w:w="2694" w:type="dxa"/>
            <w:vAlign w:val="center"/>
          </w:tcPr>
          <w:p w14:paraId="04C0481C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E752F" w:rsidRPr="009C54AE" w14:paraId="5C70B2EB" w14:textId="77777777" w:rsidTr="00C22102">
        <w:tc>
          <w:tcPr>
            <w:tcW w:w="2694" w:type="dxa"/>
            <w:vAlign w:val="center"/>
          </w:tcPr>
          <w:p w14:paraId="7C3992E0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E752F" w:rsidRPr="009C54AE" w14:paraId="0B5D4A78" w14:textId="77777777" w:rsidTr="00C22102">
        <w:tc>
          <w:tcPr>
            <w:tcW w:w="2694" w:type="dxa"/>
            <w:vAlign w:val="center"/>
          </w:tcPr>
          <w:p w14:paraId="47AAF24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807CF5D" w:rsidR="004E752F" w:rsidRPr="009C54AE" w:rsidRDefault="00D8327E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0411E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3A71F9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4E752F" w:rsidRPr="009C54AE" w14:paraId="6C505C59" w14:textId="77777777" w:rsidTr="00C22102">
        <w:tc>
          <w:tcPr>
            <w:tcW w:w="2694" w:type="dxa"/>
            <w:vAlign w:val="center"/>
          </w:tcPr>
          <w:p w14:paraId="5863A11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4E752F" w:rsidRPr="009C54AE" w14:paraId="2786482B" w14:textId="77777777" w:rsidTr="00C22102">
        <w:tc>
          <w:tcPr>
            <w:tcW w:w="2694" w:type="dxa"/>
            <w:vAlign w:val="center"/>
          </w:tcPr>
          <w:p w14:paraId="13A990D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E752F" w:rsidRPr="009C54AE" w14:paraId="3E9548C5" w14:textId="77777777" w:rsidTr="00C22102">
        <w:tc>
          <w:tcPr>
            <w:tcW w:w="2694" w:type="dxa"/>
            <w:vAlign w:val="center"/>
          </w:tcPr>
          <w:p w14:paraId="69C2AF6E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4E752F" w:rsidRPr="009C54AE" w14:paraId="799C5BD1" w14:textId="77777777" w:rsidTr="00C22102">
        <w:tc>
          <w:tcPr>
            <w:tcW w:w="2694" w:type="dxa"/>
            <w:vAlign w:val="center"/>
          </w:tcPr>
          <w:p w14:paraId="471FE44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4E752F" w:rsidRPr="009C54AE" w:rsidRDefault="004E752F" w:rsidP="004E752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0E91BDB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D634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5B4C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B4CBC" w:rsidRPr="009C54AE" w:rsidRDefault="005B4CBC" w:rsidP="005B4CB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B4CBC" w:rsidRPr="009C54AE" w:rsidRDefault="005B4CBC" w:rsidP="005B4CB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0A37AF8" w14:textId="1FA53DBA" w:rsidR="005B4CBC" w:rsidRPr="009C54AE" w:rsidRDefault="00202658" w:rsidP="005B4CB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31CF">
        <w:rPr>
          <w:rFonts w:ascii="Corbel" w:eastAsia="MS Gothic" w:hAnsi="Corbel" w:cs="MS Gothic"/>
          <w:b w:val="0"/>
          <w:szCs w:val="24"/>
        </w:rPr>
        <w:t>X</w:t>
      </w:r>
      <w:r>
        <w:rPr>
          <w:rFonts w:ascii="Corbel" w:eastAsia="MS Gothic" w:hAnsi="Corbel" w:cs="MS Gothic"/>
          <w:b w:val="0"/>
          <w:szCs w:val="24"/>
        </w:rPr>
        <w:t xml:space="preserve">    </w:t>
      </w:r>
      <w:r w:rsidR="005B4CBC" w:rsidRPr="009C54AE">
        <w:rPr>
          <w:rFonts w:ascii="Corbel" w:hAnsi="Corbel"/>
          <w:b w:val="0"/>
          <w:smallCaps w:val="0"/>
          <w:szCs w:val="24"/>
        </w:rPr>
        <w:t xml:space="preserve"> zajęcia w formie tradycyjnej</w:t>
      </w:r>
    </w:p>
    <w:p w14:paraId="5C66D471" w14:textId="77777777" w:rsidR="005B4CBC" w:rsidRPr="009C54AE" w:rsidRDefault="0060411E" w:rsidP="005B4CB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szCs w:val="24"/>
        </w:rPr>
        <w:t>☐</w:t>
      </w:r>
      <w:r w:rsidR="005B4CBC">
        <w:rPr>
          <w:rFonts w:ascii="MS Gothic" w:eastAsia="MS Gothic" w:hAnsi="MS Gothic" w:cs="MS Gothic"/>
          <w:b w:val="0"/>
          <w:szCs w:val="24"/>
        </w:rPr>
        <w:t xml:space="preserve"> </w:t>
      </w:r>
      <w:r w:rsidR="005B4CBC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5B4CBC" w:rsidRPr="009C54AE" w:rsidRDefault="005B4CBC" w:rsidP="005B4C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980881" w:rsidRPr="0060411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 (z toku)</w:t>
      </w:r>
      <w:r w:rsidR="0060411E">
        <w:rPr>
          <w:rFonts w:ascii="Corbel" w:hAnsi="Corbel"/>
          <w:smallCaps w:val="0"/>
          <w:szCs w:val="24"/>
        </w:rPr>
        <w:t xml:space="preserve"> </w:t>
      </w:r>
      <w:r w:rsidR="0060411E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C0024F" w14:textId="77777777" w:rsidTr="00745302">
        <w:tc>
          <w:tcPr>
            <w:tcW w:w="9670" w:type="dxa"/>
          </w:tcPr>
          <w:p w14:paraId="04E75E32" w14:textId="77777777" w:rsidR="00064B9D" w:rsidRPr="00AA30D7" w:rsidRDefault="00D6345B" w:rsidP="00064B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Makro- i m</w:t>
            </w:r>
            <w:r w:rsidR="00064B9D" w:rsidRPr="00AA30D7">
              <w:rPr>
                <w:rFonts w:ascii="Corbel" w:hAnsi="Corbel"/>
                <w:sz w:val="24"/>
                <w:szCs w:val="24"/>
              </w:rPr>
              <w:t>ikroekonomia - znajomość podstawowej wiedzy ekonomicznej.</w:t>
            </w:r>
          </w:p>
          <w:p w14:paraId="3DEEC669" w14:textId="77777777" w:rsidR="0085747A" w:rsidRPr="00064B9D" w:rsidRDefault="0085747A" w:rsidP="00064B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D662CC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6345B" w:rsidRPr="009C54AE" w14:paraId="763FC3D6" w14:textId="77777777" w:rsidTr="00923D7D">
        <w:tc>
          <w:tcPr>
            <w:tcW w:w="851" w:type="dxa"/>
            <w:vAlign w:val="center"/>
          </w:tcPr>
          <w:p w14:paraId="5372B5A4" w14:textId="77777777" w:rsidR="00D6345B" w:rsidRPr="00980881" w:rsidRDefault="00D6345B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69D2508E" w14:textId="77777777" w:rsidR="00D6345B" w:rsidRPr="00D6345B" w:rsidRDefault="00D6345B" w:rsidP="00122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sz w:val="24"/>
                <w:szCs w:val="24"/>
              </w:rPr>
              <w:t>Rozszerzenie oraz ugruntowanie wiedzy z zakresu możliwości wykorzystania i rozwoju usług finansowych w gospodarce rynkowej.</w:t>
            </w:r>
          </w:p>
        </w:tc>
      </w:tr>
      <w:tr w:rsidR="00D6345B" w:rsidRPr="009C54AE" w14:paraId="59B955E4" w14:textId="77777777" w:rsidTr="00923D7D">
        <w:tc>
          <w:tcPr>
            <w:tcW w:w="851" w:type="dxa"/>
            <w:vAlign w:val="center"/>
          </w:tcPr>
          <w:p w14:paraId="550CF7E8" w14:textId="77777777" w:rsidR="00D6345B" w:rsidRPr="00980881" w:rsidRDefault="00D6345B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E278A33" w14:textId="77777777" w:rsidR="00D6345B" w:rsidRPr="00D6345B" w:rsidRDefault="00D6345B" w:rsidP="00122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sz w:val="24"/>
                <w:szCs w:val="24"/>
              </w:rPr>
              <w:t>Zapoznanie się z poszczególnymi formami rynków usług finansowych</w:t>
            </w:r>
          </w:p>
        </w:tc>
      </w:tr>
    </w:tbl>
    <w:p w14:paraId="53128261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D662CC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160A757" w14:textId="77777777" w:rsidTr="4682BF70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D662C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D662C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B4CB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6345B" w:rsidRPr="009C54AE" w14:paraId="484E627A" w14:textId="77777777" w:rsidTr="4682BF70">
        <w:tc>
          <w:tcPr>
            <w:tcW w:w="1701" w:type="dxa"/>
          </w:tcPr>
          <w:p w14:paraId="4FCA5964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4987107" w14:textId="77777777" w:rsidR="00D6345B" w:rsidRPr="00D6345B" w:rsidRDefault="00D6345B" w:rsidP="00D634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Wymienia i opisuje podstawowe pojęcia z zakresu usług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D6345B" w:rsidRPr="009C54AE" w14:paraId="76A1B964" w14:textId="77777777" w:rsidTr="4682BF70">
        <w:tc>
          <w:tcPr>
            <w:tcW w:w="1701" w:type="dxa"/>
          </w:tcPr>
          <w:p w14:paraId="56A76B19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E1EEC96" w14:textId="77777777" w:rsidR="00D6345B" w:rsidRPr="00D6345B" w:rsidRDefault="00D6345B" w:rsidP="00D634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Opisuje prawidłowości funkcjonowania poszczególnych form rynku usług finansowych oraz rolę człowieka w kształtowaniu jego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FB25131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</w:t>
            </w:r>
            <w:r w:rsidR="005B4CBC">
              <w:rPr>
                <w:rFonts w:ascii="Corbel" w:hAnsi="Corbel"/>
                <w:b w:val="0"/>
                <w:szCs w:val="24"/>
              </w:rPr>
              <w:t>3</w:t>
            </w:r>
          </w:p>
        </w:tc>
      </w:tr>
      <w:tr w:rsidR="00D6345B" w:rsidRPr="009C54AE" w14:paraId="1F9A764E" w14:textId="77777777" w:rsidTr="4682BF70">
        <w:tc>
          <w:tcPr>
            <w:tcW w:w="1701" w:type="dxa"/>
          </w:tcPr>
          <w:p w14:paraId="41960800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11B1777" w14:textId="672AE443" w:rsidR="00D6345B" w:rsidRPr="00D6345B" w:rsidRDefault="00D6345B" w:rsidP="4682BF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82BF70">
              <w:rPr>
                <w:rFonts w:ascii="Corbel" w:hAnsi="Corbel"/>
                <w:b w:val="0"/>
                <w:smallCaps w:val="0"/>
              </w:rPr>
              <w:t xml:space="preserve">Stosuje teoretyczną wiedzę z zakresu usług finansowych do rozwiązywania podstawowych problemów w obszarze </w:t>
            </w:r>
            <w:r w:rsidR="7DB809BE" w:rsidRPr="4682BF70">
              <w:rPr>
                <w:rFonts w:ascii="Corbel" w:hAnsi="Corbel"/>
                <w:b w:val="0"/>
                <w:smallCaps w:val="0"/>
              </w:rPr>
              <w:t xml:space="preserve">funkcjonowania </w:t>
            </w:r>
            <w:r w:rsidRPr="4682BF70">
              <w:rPr>
                <w:rFonts w:ascii="Corbel" w:hAnsi="Corbel"/>
                <w:b w:val="0"/>
                <w:smallCaps w:val="0"/>
              </w:rPr>
              <w:t>przedsiębiorstwa.</w:t>
            </w:r>
          </w:p>
        </w:tc>
        <w:tc>
          <w:tcPr>
            <w:tcW w:w="1873" w:type="dxa"/>
          </w:tcPr>
          <w:p w14:paraId="5E6EAEE4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53DBE59A" w14:textId="77777777" w:rsidR="0085747A" w:rsidRPr="0023489F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 w:rsidR="0023489F">
        <w:rPr>
          <w:rFonts w:ascii="Corbel" w:hAnsi="Corbel"/>
          <w:sz w:val="24"/>
          <w:szCs w:val="24"/>
        </w:rPr>
        <w:t xml:space="preserve">lematyka </w:t>
      </w:r>
      <w:r w:rsidR="00D6345B">
        <w:rPr>
          <w:rFonts w:ascii="Corbel" w:hAnsi="Corbel"/>
          <w:sz w:val="24"/>
          <w:szCs w:val="24"/>
        </w:rPr>
        <w:t>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6345B" w:rsidRPr="009C54AE" w14:paraId="208D5B88" w14:textId="77777777" w:rsidTr="00122C08">
        <w:tc>
          <w:tcPr>
            <w:tcW w:w="9639" w:type="dxa"/>
          </w:tcPr>
          <w:p w14:paraId="52CA6B9A" w14:textId="77777777" w:rsidR="00D6345B" w:rsidRPr="00B80E26" w:rsidRDefault="00D6345B" w:rsidP="00B80E26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bCs/>
                <w:sz w:val="24"/>
                <w:szCs w:val="24"/>
              </w:rPr>
              <w:t xml:space="preserve">Specyfika </w:t>
            </w:r>
            <w:r w:rsidRPr="00B80E26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rynku finansowego</w:t>
            </w:r>
          </w:p>
        </w:tc>
      </w:tr>
      <w:tr w:rsidR="00D6345B" w:rsidRPr="009C54AE" w14:paraId="55B01B48" w14:textId="77777777" w:rsidTr="00122C08">
        <w:tc>
          <w:tcPr>
            <w:tcW w:w="9639" w:type="dxa"/>
          </w:tcPr>
          <w:p w14:paraId="40059539" w14:textId="77777777" w:rsidR="00D6345B" w:rsidRPr="00B80E26" w:rsidRDefault="00D6345B" w:rsidP="00B80E26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Funkcje rynku finansowego</w:t>
            </w:r>
          </w:p>
        </w:tc>
      </w:tr>
      <w:tr w:rsidR="00D6345B" w:rsidRPr="009C54AE" w14:paraId="2A382AA0" w14:textId="77777777" w:rsidTr="00122C08">
        <w:tc>
          <w:tcPr>
            <w:tcW w:w="9639" w:type="dxa"/>
          </w:tcPr>
          <w:p w14:paraId="63EAA1AB" w14:textId="77777777" w:rsidR="00D6345B" w:rsidRPr="00B80E26" w:rsidRDefault="00D6345B" w:rsidP="00B80E2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sz w:val="24"/>
                <w:szCs w:val="24"/>
              </w:rPr>
              <w:t xml:space="preserve">Struktura </w:t>
            </w:r>
            <w:r w:rsidRPr="00B80E26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rynku finansowego</w:t>
            </w:r>
            <w:r w:rsidRPr="00B80E2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6345B" w:rsidRPr="009C54AE" w14:paraId="6DE15797" w14:textId="77777777" w:rsidTr="00122C08">
        <w:tc>
          <w:tcPr>
            <w:tcW w:w="9639" w:type="dxa"/>
          </w:tcPr>
          <w:p w14:paraId="3BF529D9" w14:textId="77777777" w:rsidR="00D6345B" w:rsidRPr="00B80E26" w:rsidRDefault="00D6345B" w:rsidP="00B80E2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sz w:val="24"/>
                <w:szCs w:val="24"/>
              </w:rPr>
              <w:t>Pojęcie i klasyfikacja usług finansowych</w:t>
            </w:r>
          </w:p>
        </w:tc>
      </w:tr>
      <w:tr w:rsidR="00D6345B" w:rsidRPr="009C54AE" w14:paraId="065207DB" w14:textId="77777777" w:rsidTr="00923D7D">
        <w:tc>
          <w:tcPr>
            <w:tcW w:w="9639" w:type="dxa"/>
          </w:tcPr>
          <w:p w14:paraId="5DB455FF" w14:textId="77777777" w:rsidR="00D6345B" w:rsidRPr="00B80E26" w:rsidRDefault="00D6345B" w:rsidP="00B80E2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sz w:val="24"/>
                <w:szCs w:val="24"/>
              </w:rPr>
              <w:t>Użytkownicy usług finansowych</w:t>
            </w:r>
          </w:p>
        </w:tc>
      </w:tr>
      <w:tr w:rsidR="00D6345B" w:rsidRPr="009C54AE" w14:paraId="47E7821B" w14:textId="77777777" w:rsidTr="00122C08">
        <w:tc>
          <w:tcPr>
            <w:tcW w:w="9639" w:type="dxa"/>
          </w:tcPr>
          <w:p w14:paraId="01833208" w14:textId="77777777" w:rsidR="00D6345B" w:rsidRPr="00B80E26" w:rsidRDefault="00D6345B" w:rsidP="00B80E2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sz w:val="24"/>
                <w:szCs w:val="24"/>
              </w:rPr>
              <w:t>Instytucje świadczące usługi finansowe</w:t>
            </w:r>
          </w:p>
        </w:tc>
      </w:tr>
      <w:tr w:rsidR="00B80E26" w:rsidRPr="009C54AE" w14:paraId="1E18BDD6" w14:textId="77777777" w:rsidTr="00122C08">
        <w:tc>
          <w:tcPr>
            <w:tcW w:w="9639" w:type="dxa"/>
          </w:tcPr>
          <w:p w14:paraId="655FE305" w14:textId="77777777" w:rsidR="00B80E26" w:rsidRPr="00B80E26" w:rsidRDefault="00B80E26" w:rsidP="00B80E26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sz w:val="24"/>
                <w:szCs w:val="24"/>
              </w:rPr>
              <w:t xml:space="preserve">Innowacyjne usługi </w:t>
            </w:r>
            <w:r w:rsidRPr="00B80E26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finansowe</w:t>
            </w:r>
          </w:p>
        </w:tc>
      </w:tr>
      <w:tr w:rsidR="00B80E26" w:rsidRPr="009C54AE" w14:paraId="3B0B0BCC" w14:textId="77777777" w:rsidTr="00122C08">
        <w:tc>
          <w:tcPr>
            <w:tcW w:w="9639" w:type="dxa"/>
          </w:tcPr>
          <w:p w14:paraId="377671F4" w14:textId="77777777" w:rsidR="00B80E26" w:rsidRPr="00B80E26" w:rsidRDefault="00B80E26" w:rsidP="00B80E26">
            <w:pPr>
              <w:pStyle w:val="Akapitzlist"/>
              <w:spacing w:after="120" w:line="240" w:lineRule="auto"/>
              <w:ind w:left="0"/>
              <w:rPr>
                <w:rFonts w:ascii="Corbel" w:hAnsi="Corbel"/>
                <w:i/>
                <w:sz w:val="24"/>
                <w:szCs w:val="24"/>
              </w:rPr>
            </w:pPr>
            <w:r w:rsidRPr="00B80E26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Rynek usług</w:t>
            </w:r>
            <w:r w:rsidRPr="00B80E26">
              <w:rPr>
                <w:rStyle w:val="st"/>
                <w:rFonts w:ascii="Corbel" w:hAnsi="Corbel"/>
                <w:i/>
                <w:sz w:val="24"/>
                <w:szCs w:val="24"/>
              </w:rPr>
              <w:t xml:space="preserve"> </w:t>
            </w:r>
            <w:r w:rsidRPr="00B80E26">
              <w:rPr>
                <w:rStyle w:val="st"/>
                <w:rFonts w:ascii="Corbel" w:hAnsi="Corbel"/>
                <w:sz w:val="24"/>
                <w:szCs w:val="24"/>
              </w:rPr>
              <w:t xml:space="preserve">doradztwa </w:t>
            </w:r>
            <w:r w:rsidRPr="00B80E26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finansowego</w:t>
            </w:r>
          </w:p>
        </w:tc>
      </w:tr>
      <w:tr w:rsidR="00B80E26" w:rsidRPr="009C54AE" w14:paraId="6E3F818E" w14:textId="77777777" w:rsidTr="00122C08">
        <w:tc>
          <w:tcPr>
            <w:tcW w:w="9639" w:type="dxa"/>
          </w:tcPr>
          <w:p w14:paraId="41F414D2" w14:textId="77777777" w:rsidR="00B80E26" w:rsidRPr="00B80E26" w:rsidRDefault="00B80E26" w:rsidP="00B80E26">
            <w:pPr>
              <w:spacing w:after="12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80E26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Systemy bezpieczeństwa rynku usług finansowych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10E56B3" w14:textId="77777777" w:rsidR="00B80E26" w:rsidRPr="00B80E26" w:rsidRDefault="00B80E26" w:rsidP="00B80E2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80E26">
        <w:rPr>
          <w:rFonts w:ascii="Corbel" w:hAnsi="Corbel"/>
          <w:b w:val="0"/>
          <w:smallCaps w:val="0"/>
          <w:szCs w:val="24"/>
        </w:rPr>
        <w:t>Wykład: wykład problemowy połączony z prezentacją multimedialną</w:t>
      </w:r>
      <w:r w:rsidR="005B4CBC">
        <w:rPr>
          <w:rFonts w:ascii="Corbel" w:hAnsi="Corbel"/>
          <w:b w:val="0"/>
          <w:smallCaps w:val="0"/>
          <w:szCs w:val="24"/>
        </w:rPr>
        <w:t xml:space="preserve"> </w:t>
      </w:r>
      <w:r w:rsidR="005B4CBC" w:rsidRPr="003669AD">
        <w:rPr>
          <w:rFonts w:ascii="Corbel" w:hAnsi="Corbel"/>
          <w:b w:val="0"/>
          <w:smallCaps w:val="0"/>
          <w:szCs w:val="24"/>
        </w:rPr>
        <w:t xml:space="preserve">przy pomocy platformy MS </w:t>
      </w:r>
      <w:proofErr w:type="spellStart"/>
      <w:r w:rsidR="005B4CBC"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299C43A" w14:textId="77777777" w:rsidR="00B80E26" w:rsidRPr="0081097C" w:rsidRDefault="00B80E26" w:rsidP="00B80E26">
      <w:pPr>
        <w:pStyle w:val="Punktygwne"/>
        <w:spacing w:before="0" w:after="0"/>
        <w:rPr>
          <w:b w:val="0"/>
          <w:smallCaps w:val="0"/>
          <w:sz w:val="22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DDBEF0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D662CC">
        <w:rPr>
          <w:rFonts w:ascii="Corbel" w:hAnsi="Corbel"/>
          <w:smallCaps w:val="0"/>
          <w:szCs w:val="24"/>
        </w:rPr>
        <w:t>uczenia się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5C3740EA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3AC158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D662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</w:t>
            </w:r>
            <w:proofErr w:type="spellStart"/>
            <w:r w:rsidR="00D662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80E26" w:rsidRPr="009C54AE" w14:paraId="53742A71" w14:textId="77777777" w:rsidTr="00923D7D">
        <w:tc>
          <w:tcPr>
            <w:tcW w:w="2410" w:type="dxa"/>
          </w:tcPr>
          <w:p w14:paraId="4EEBB90D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0276226" w14:textId="77777777" w:rsidR="00B80E26" w:rsidRPr="00D662CC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62C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80E26" w:rsidRPr="009C54AE" w14:paraId="027E4924" w14:textId="77777777" w:rsidTr="00923D7D">
        <w:tc>
          <w:tcPr>
            <w:tcW w:w="2410" w:type="dxa"/>
          </w:tcPr>
          <w:p w14:paraId="69FEFE27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EK_02</w:t>
            </w:r>
          </w:p>
        </w:tc>
        <w:tc>
          <w:tcPr>
            <w:tcW w:w="5103" w:type="dxa"/>
          </w:tcPr>
          <w:p w14:paraId="2D50CC7C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31983E7E" w14:textId="77777777" w:rsidR="00B80E26" w:rsidRPr="00D662CC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62C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80E26" w:rsidRPr="009C54AE" w14:paraId="2C3ECEAA" w14:textId="77777777" w:rsidTr="00923D7D">
        <w:tc>
          <w:tcPr>
            <w:tcW w:w="2410" w:type="dxa"/>
          </w:tcPr>
          <w:p w14:paraId="002D746F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4DE46190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0BE2171" w14:textId="77777777" w:rsidR="00B80E26" w:rsidRPr="00D662CC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62C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3CF2D8B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80929D" w14:textId="77777777" w:rsidTr="00923D7D">
        <w:tc>
          <w:tcPr>
            <w:tcW w:w="9670" w:type="dxa"/>
          </w:tcPr>
          <w:p w14:paraId="5E69175C" w14:textId="77777777" w:rsidR="00DB0CD2" w:rsidRPr="00B80E26" w:rsidRDefault="00B80E26" w:rsidP="00B80E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szCs w:val="24"/>
              </w:rPr>
              <w:t>Przedmiot kończy się zaliczeniem na ocenę. Podstawą zaliczenia jest pozytywne napisanie przez studenta kolokwium zaliczeniowego składającego się z 5 pytań otwartych – każda prawidłowa odpowiedź to 1 punkt.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B0CD2" w:rsidRPr="00DB0CD2">
              <w:rPr>
                <w:rFonts w:ascii="Corbel" w:hAnsi="Corbel"/>
                <w:szCs w:val="24"/>
              </w:rPr>
              <w:t xml:space="preserve"> </w:t>
            </w:r>
            <w:r w:rsidR="00DB0CD2" w:rsidRPr="00B80E26">
              <w:rPr>
                <w:rFonts w:ascii="Corbel" w:hAnsi="Corbel"/>
                <w:b w:val="0"/>
                <w:smallCaps w:val="0"/>
                <w:szCs w:val="24"/>
              </w:rPr>
              <w:t>Student otrzymuje ocenę proporcjonalnie do uzyskanych punktów tj.:</w:t>
            </w:r>
          </w:p>
          <w:p w14:paraId="7669B635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0FB78278" w14:textId="45C044B4" w:rsidR="0085747A" w:rsidRPr="009C54AE" w:rsidRDefault="00DB0CD2" w:rsidP="00CB0D1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</w:tc>
      </w:tr>
    </w:tbl>
    <w:p w14:paraId="1FC39945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62CB0E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3FC24C0B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7A856870" w14:textId="77777777" w:rsidTr="3FC24C0B">
        <w:tc>
          <w:tcPr>
            <w:tcW w:w="4962" w:type="dxa"/>
          </w:tcPr>
          <w:p w14:paraId="765A5D2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D662CC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423D4B9D" w14:textId="77777777" w:rsidR="00D42568" w:rsidRPr="009C54AE" w:rsidRDefault="00747B0E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42568" w:rsidRPr="009C54AE" w14:paraId="2858F702" w14:textId="77777777" w:rsidTr="3FC24C0B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6C5DCB36" w14:textId="77777777" w:rsidTr="3FC24C0B">
        <w:tc>
          <w:tcPr>
            <w:tcW w:w="4962" w:type="dxa"/>
          </w:tcPr>
          <w:p w14:paraId="2EDD4374" w14:textId="6807E0CA" w:rsidR="00D42568" w:rsidRPr="009C54AE" w:rsidRDefault="00D42568" w:rsidP="003202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FC24C0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3FC24C0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3FC24C0B">
              <w:rPr>
                <w:rFonts w:ascii="Corbel" w:hAnsi="Corbel"/>
                <w:sz w:val="24"/>
                <w:szCs w:val="24"/>
              </w:rPr>
              <w:t xml:space="preserve"> – praca własna studenta (przygotowanie do  kolokwium, samodzielne studia literatury przedmiotu) </w:t>
            </w:r>
          </w:p>
        </w:tc>
        <w:tc>
          <w:tcPr>
            <w:tcW w:w="4677" w:type="dxa"/>
          </w:tcPr>
          <w:p w14:paraId="7CE58F48" w14:textId="77777777" w:rsidR="00D42568" w:rsidRPr="009C54AE" w:rsidRDefault="000E3F09" w:rsidP="00747B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47B0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4D6280AD" w14:textId="77777777" w:rsidTr="3FC24C0B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3FC24C0B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BF3C5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D662CC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6041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D662CC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6041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97CC1D" w14:textId="77777777" w:rsidR="00914542" w:rsidRPr="009C54AE" w:rsidRDefault="0091454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202E5" w:rsidRPr="00AF4A52" w14:paraId="07CFB6C2" w14:textId="77777777" w:rsidTr="4682BF70">
        <w:tc>
          <w:tcPr>
            <w:tcW w:w="5000" w:type="pct"/>
          </w:tcPr>
          <w:p w14:paraId="729C9695" w14:textId="77777777" w:rsidR="003202E5" w:rsidRPr="003202E5" w:rsidRDefault="003202E5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2E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C5AC8C8" w14:textId="77777777" w:rsidR="003202E5" w:rsidRPr="003202E5" w:rsidRDefault="003202E5" w:rsidP="003202E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43" w:hanging="425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202E5">
              <w:rPr>
                <w:rFonts w:ascii="Corbel" w:hAnsi="Corbel"/>
                <w:sz w:val="24"/>
                <w:szCs w:val="24"/>
              </w:rPr>
              <w:t xml:space="preserve">Garczarczyk J. Rynek usług finansowych a koniunktura. Wydawnictwo </w:t>
            </w:r>
            <w:proofErr w:type="spellStart"/>
            <w:r w:rsidRPr="003202E5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3202E5">
              <w:rPr>
                <w:rFonts w:ascii="Corbel" w:hAnsi="Corbel"/>
                <w:sz w:val="24"/>
                <w:szCs w:val="24"/>
              </w:rPr>
              <w:t>, Warszawa, 2009</w:t>
            </w:r>
          </w:p>
          <w:p w14:paraId="514BFBBD" w14:textId="77777777" w:rsidR="003202E5" w:rsidRPr="003202E5" w:rsidRDefault="003202E5" w:rsidP="003202E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43" w:hanging="425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 w:rsidRPr="003202E5">
              <w:rPr>
                <w:rFonts w:ascii="Corbel" w:hAnsi="Corbel"/>
                <w:sz w:val="24"/>
                <w:szCs w:val="24"/>
              </w:rPr>
              <w:t>Komajda</w:t>
            </w:r>
            <w:proofErr w:type="spellEnd"/>
            <w:r w:rsidRPr="003202E5">
              <w:rPr>
                <w:rFonts w:ascii="Corbel" w:hAnsi="Corbel"/>
                <w:sz w:val="24"/>
                <w:szCs w:val="24"/>
              </w:rPr>
              <w:t xml:space="preserve"> E. Usługi finansowe. Wybrane zagadnienia. Oficyna Wydawnicza Politechniki Warszawskiej, Warszawa, 2006</w:t>
            </w:r>
          </w:p>
        </w:tc>
      </w:tr>
      <w:tr w:rsidR="003202E5" w:rsidRPr="00AF4A52" w14:paraId="05238133" w14:textId="77777777" w:rsidTr="4682BF70">
        <w:tc>
          <w:tcPr>
            <w:tcW w:w="5000" w:type="pct"/>
          </w:tcPr>
          <w:p w14:paraId="1616B1D9" w14:textId="77777777" w:rsidR="003202E5" w:rsidRPr="003202E5" w:rsidRDefault="003202E5" w:rsidP="00CB0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2E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134A76" w14:textId="77777777" w:rsidR="003202E5" w:rsidRPr="003202E5" w:rsidRDefault="39BA03F1" w:rsidP="00CB0D1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4682BF70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Iwanicz</w:t>
            </w:r>
            <w:proofErr w:type="spellEnd"/>
            <w:r w:rsidRPr="4682BF70">
              <w:rPr>
                <w:rFonts w:ascii="Corbel" w:eastAsia="Times New Roman" w:hAnsi="Corbel"/>
                <w:sz w:val="24"/>
                <w:szCs w:val="24"/>
                <w:lang w:eastAsia="pl-PL"/>
              </w:rPr>
              <w:t>-Drozdowska M.</w:t>
            </w:r>
            <w:r w:rsidRPr="4682BF70">
              <w:rPr>
                <w:rFonts w:ascii="Corbel" w:eastAsia="Times New Roman" w:hAnsi="Corbel"/>
                <w:sz w:val="24"/>
                <w:szCs w:val="24"/>
                <w:u w:val="single"/>
                <w:lang w:eastAsia="pl-PL"/>
              </w:rPr>
              <w:t xml:space="preserve"> </w:t>
            </w:r>
            <w:r w:rsidRPr="4682BF7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Bezpieczeństwo rynku usług finansowych. Oficyna Wydawnicza SGH, </w:t>
            </w:r>
            <w:r w:rsidRPr="4682BF70">
              <w:rPr>
                <w:rFonts w:ascii="Corbel" w:hAnsi="Corbel"/>
                <w:sz w:val="24"/>
                <w:szCs w:val="24"/>
              </w:rPr>
              <w:t>Warszawa, 2006</w:t>
            </w:r>
          </w:p>
          <w:p w14:paraId="39283682" w14:textId="4B5B9C68" w:rsidR="003202E5" w:rsidRPr="003202E5" w:rsidRDefault="39BA03F1" w:rsidP="00CB0D1D">
            <w:pPr>
              <w:pStyle w:val="Nagwek1"/>
              <w:keepLines/>
              <w:numPr>
                <w:ilvl w:val="0"/>
                <w:numId w:val="1"/>
              </w:numPr>
              <w:jc w:val="left"/>
              <w:rPr>
                <w:rFonts w:ascii="Corbel" w:eastAsia="Corbel" w:hAnsi="Corbel" w:cs="Corbel"/>
                <w:b w:val="0"/>
                <w:smallCaps/>
                <w:szCs w:val="24"/>
              </w:rPr>
            </w:pPr>
            <w:r w:rsidRPr="4682BF70">
              <w:rPr>
                <w:rFonts w:ascii="Corbel" w:hAnsi="Corbel"/>
                <w:b w:val="0"/>
              </w:rPr>
              <w:t xml:space="preserve">Flejterski S., Pluskota P. Instytucje i usługi poręczeniowe na rynku finansowym. Wydawnictwo </w:t>
            </w:r>
            <w:proofErr w:type="spellStart"/>
            <w:r w:rsidRPr="4682BF70">
              <w:rPr>
                <w:rFonts w:ascii="Corbel" w:hAnsi="Corbel"/>
                <w:b w:val="0"/>
              </w:rPr>
              <w:t>Difin</w:t>
            </w:r>
            <w:proofErr w:type="spellEnd"/>
            <w:r w:rsidRPr="4682BF70">
              <w:rPr>
                <w:rFonts w:ascii="Corbel" w:hAnsi="Corbel"/>
                <w:b w:val="0"/>
              </w:rPr>
              <w:t>, Warszawa, 2005</w:t>
            </w:r>
          </w:p>
          <w:p w14:paraId="58328563" w14:textId="44667AAA" w:rsidR="003202E5" w:rsidRPr="003202E5" w:rsidRDefault="262EFB82" w:rsidP="00CB0D1D">
            <w:pPr>
              <w:pStyle w:val="Akapitzlist"/>
              <w:keepLines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682BF70">
              <w:rPr>
                <w:rFonts w:ascii="Corbel" w:eastAsia="Corbel" w:hAnsi="Corbel" w:cs="Corbel"/>
                <w:sz w:val="24"/>
                <w:szCs w:val="24"/>
              </w:rPr>
              <w:t>Szopiński W. Marketing bankowy na przykładzie Banku Polskiej Spółdzielczości SA w Warszawie, Oddział w Rzeszowie. ZN Uniwersytetu Szczecińskiego, nr 747, Problemy Zarządzania, Finansów i Marketingu nr 28, Szczecin, 2013, s. 87-96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E9F2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5BA7D8" w14:textId="77777777" w:rsidR="00E64A54" w:rsidRDefault="00E64A54" w:rsidP="00C16ABF">
      <w:pPr>
        <w:spacing w:after="0" w:line="240" w:lineRule="auto"/>
      </w:pPr>
      <w:r>
        <w:separator/>
      </w:r>
    </w:p>
  </w:endnote>
  <w:endnote w:type="continuationSeparator" w:id="0">
    <w:p w14:paraId="32F7AC4E" w14:textId="77777777" w:rsidR="00E64A54" w:rsidRDefault="00E64A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B5CEBE" w14:textId="77777777" w:rsidR="00E64A54" w:rsidRDefault="00E64A54" w:rsidP="00C16ABF">
      <w:pPr>
        <w:spacing w:after="0" w:line="240" w:lineRule="auto"/>
      </w:pPr>
      <w:r>
        <w:separator/>
      </w:r>
    </w:p>
  </w:footnote>
  <w:footnote w:type="continuationSeparator" w:id="0">
    <w:p w14:paraId="3084A8B3" w14:textId="77777777" w:rsidR="00E64A54" w:rsidRDefault="00E64A5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670D44"/>
    <w:multiLevelType w:val="hybridMultilevel"/>
    <w:tmpl w:val="2FD2F506"/>
    <w:lvl w:ilvl="0" w:tplc="6D7800DA">
      <w:start w:val="1"/>
      <w:numFmt w:val="decimal"/>
      <w:lvlText w:val="%1."/>
      <w:lvlJc w:val="left"/>
      <w:pPr>
        <w:ind w:left="720" w:hanging="360"/>
      </w:pPr>
    </w:lvl>
    <w:lvl w:ilvl="1" w:tplc="004E2504">
      <w:start w:val="1"/>
      <w:numFmt w:val="lowerLetter"/>
      <w:lvlText w:val="%2."/>
      <w:lvlJc w:val="left"/>
      <w:pPr>
        <w:ind w:left="1440" w:hanging="360"/>
      </w:pPr>
    </w:lvl>
    <w:lvl w:ilvl="2" w:tplc="821E4BDA">
      <w:start w:val="1"/>
      <w:numFmt w:val="lowerRoman"/>
      <w:lvlText w:val="%3."/>
      <w:lvlJc w:val="right"/>
      <w:pPr>
        <w:ind w:left="2160" w:hanging="180"/>
      </w:pPr>
    </w:lvl>
    <w:lvl w:ilvl="3" w:tplc="732AB53E">
      <w:start w:val="1"/>
      <w:numFmt w:val="decimal"/>
      <w:lvlText w:val="%4."/>
      <w:lvlJc w:val="left"/>
      <w:pPr>
        <w:ind w:left="2880" w:hanging="360"/>
      </w:pPr>
    </w:lvl>
    <w:lvl w:ilvl="4" w:tplc="7D8CE24E">
      <w:start w:val="1"/>
      <w:numFmt w:val="lowerLetter"/>
      <w:lvlText w:val="%5."/>
      <w:lvlJc w:val="left"/>
      <w:pPr>
        <w:ind w:left="3600" w:hanging="360"/>
      </w:pPr>
    </w:lvl>
    <w:lvl w:ilvl="5" w:tplc="7B48E962">
      <w:start w:val="1"/>
      <w:numFmt w:val="lowerRoman"/>
      <w:lvlText w:val="%6."/>
      <w:lvlJc w:val="right"/>
      <w:pPr>
        <w:ind w:left="4320" w:hanging="180"/>
      </w:pPr>
    </w:lvl>
    <w:lvl w:ilvl="6" w:tplc="FE2A5612">
      <w:start w:val="1"/>
      <w:numFmt w:val="decimal"/>
      <w:lvlText w:val="%7."/>
      <w:lvlJc w:val="left"/>
      <w:pPr>
        <w:ind w:left="5040" w:hanging="360"/>
      </w:pPr>
    </w:lvl>
    <w:lvl w:ilvl="7" w:tplc="6374B4BA">
      <w:start w:val="1"/>
      <w:numFmt w:val="lowerLetter"/>
      <w:lvlText w:val="%8."/>
      <w:lvlJc w:val="left"/>
      <w:pPr>
        <w:ind w:left="5760" w:hanging="360"/>
      </w:pPr>
    </w:lvl>
    <w:lvl w:ilvl="8" w:tplc="CFBE535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313B7B"/>
    <w:multiLevelType w:val="hybridMultilevel"/>
    <w:tmpl w:val="3DCC44B2"/>
    <w:lvl w:ilvl="0" w:tplc="AFE46B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A139C"/>
    <w:multiLevelType w:val="hybridMultilevel"/>
    <w:tmpl w:val="BD6C4DB8"/>
    <w:lvl w:ilvl="0" w:tplc="A792F98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6BE8"/>
    <w:rsid w:val="0002216B"/>
    <w:rsid w:val="00022ECE"/>
    <w:rsid w:val="0002403E"/>
    <w:rsid w:val="00042A51"/>
    <w:rsid w:val="00042D2E"/>
    <w:rsid w:val="00044C82"/>
    <w:rsid w:val="00057C27"/>
    <w:rsid w:val="000636F3"/>
    <w:rsid w:val="00064B9D"/>
    <w:rsid w:val="00070ED6"/>
    <w:rsid w:val="000742DC"/>
    <w:rsid w:val="00084C12"/>
    <w:rsid w:val="000912CF"/>
    <w:rsid w:val="0009462C"/>
    <w:rsid w:val="00094A48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E3F09"/>
    <w:rsid w:val="000F1C57"/>
    <w:rsid w:val="000F5615"/>
    <w:rsid w:val="00122C08"/>
    <w:rsid w:val="00124BFF"/>
    <w:rsid w:val="0012560E"/>
    <w:rsid w:val="00127108"/>
    <w:rsid w:val="00134B13"/>
    <w:rsid w:val="00141AC5"/>
    <w:rsid w:val="00145868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6BAA"/>
    <w:rsid w:val="001A70D2"/>
    <w:rsid w:val="001D657B"/>
    <w:rsid w:val="001D7B54"/>
    <w:rsid w:val="001E0209"/>
    <w:rsid w:val="001F2CA2"/>
    <w:rsid w:val="00202658"/>
    <w:rsid w:val="00205D78"/>
    <w:rsid w:val="002144C0"/>
    <w:rsid w:val="0022477D"/>
    <w:rsid w:val="002275D9"/>
    <w:rsid w:val="002336F9"/>
    <w:rsid w:val="0023489F"/>
    <w:rsid w:val="0024028F"/>
    <w:rsid w:val="00240F05"/>
    <w:rsid w:val="00244ABC"/>
    <w:rsid w:val="00281FF2"/>
    <w:rsid w:val="002857DE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202E5"/>
    <w:rsid w:val="003343CF"/>
    <w:rsid w:val="00346FE9"/>
    <w:rsid w:val="0034759A"/>
    <w:rsid w:val="003503F6"/>
    <w:rsid w:val="00353048"/>
    <w:rsid w:val="003530DD"/>
    <w:rsid w:val="00363F78"/>
    <w:rsid w:val="003A0A5B"/>
    <w:rsid w:val="003A1176"/>
    <w:rsid w:val="003A71F9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EFC"/>
    <w:rsid w:val="004652C2"/>
    <w:rsid w:val="00471326"/>
    <w:rsid w:val="0047598D"/>
    <w:rsid w:val="004840CB"/>
    <w:rsid w:val="004840FD"/>
    <w:rsid w:val="00490F7D"/>
    <w:rsid w:val="00491678"/>
    <w:rsid w:val="004968E2"/>
    <w:rsid w:val="004A3EEA"/>
    <w:rsid w:val="004A4D1F"/>
    <w:rsid w:val="004D5282"/>
    <w:rsid w:val="004E4AAA"/>
    <w:rsid w:val="004E752F"/>
    <w:rsid w:val="004F1551"/>
    <w:rsid w:val="004F2F6D"/>
    <w:rsid w:val="004F55A3"/>
    <w:rsid w:val="0050496F"/>
    <w:rsid w:val="005068E6"/>
    <w:rsid w:val="00513B6F"/>
    <w:rsid w:val="00515C10"/>
    <w:rsid w:val="00517C63"/>
    <w:rsid w:val="005363C4"/>
    <w:rsid w:val="00536BDE"/>
    <w:rsid w:val="00543ACC"/>
    <w:rsid w:val="005A0855"/>
    <w:rsid w:val="005A3196"/>
    <w:rsid w:val="005A4BBC"/>
    <w:rsid w:val="005B4CBC"/>
    <w:rsid w:val="005C080F"/>
    <w:rsid w:val="005C55E5"/>
    <w:rsid w:val="005C696A"/>
    <w:rsid w:val="005D71F2"/>
    <w:rsid w:val="005E6E85"/>
    <w:rsid w:val="005F31D2"/>
    <w:rsid w:val="0060411E"/>
    <w:rsid w:val="0061029B"/>
    <w:rsid w:val="00617230"/>
    <w:rsid w:val="00621CE1"/>
    <w:rsid w:val="00647FA8"/>
    <w:rsid w:val="006620D9"/>
    <w:rsid w:val="00671958"/>
    <w:rsid w:val="006753D3"/>
    <w:rsid w:val="00675843"/>
    <w:rsid w:val="00696477"/>
    <w:rsid w:val="006974E8"/>
    <w:rsid w:val="006B2FB2"/>
    <w:rsid w:val="006D050F"/>
    <w:rsid w:val="006D6139"/>
    <w:rsid w:val="006E5D65"/>
    <w:rsid w:val="006F095C"/>
    <w:rsid w:val="006F1282"/>
    <w:rsid w:val="006F1FBC"/>
    <w:rsid w:val="00706544"/>
    <w:rsid w:val="007072BA"/>
    <w:rsid w:val="0071620A"/>
    <w:rsid w:val="00724677"/>
    <w:rsid w:val="00725459"/>
    <w:rsid w:val="00734608"/>
    <w:rsid w:val="0074075E"/>
    <w:rsid w:val="00745302"/>
    <w:rsid w:val="007461D6"/>
    <w:rsid w:val="00746EC8"/>
    <w:rsid w:val="00747B0E"/>
    <w:rsid w:val="00763BF1"/>
    <w:rsid w:val="00766FD4"/>
    <w:rsid w:val="0078168C"/>
    <w:rsid w:val="00790E27"/>
    <w:rsid w:val="007A4022"/>
    <w:rsid w:val="007A6E6E"/>
    <w:rsid w:val="007B6EEB"/>
    <w:rsid w:val="007C3299"/>
    <w:rsid w:val="007C3BCC"/>
    <w:rsid w:val="007D6E56"/>
    <w:rsid w:val="007F4155"/>
    <w:rsid w:val="0081707E"/>
    <w:rsid w:val="008449B3"/>
    <w:rsid w:val="0085747A"/>
    <w:rsid w:val="00884922"/>
    <w:rsid w:val="00885F64"/>
    <w:rsid w:val="008917F9"/>
    <w:rsid w:val="008A45F7"/>
    <w:rsid w:val="008B0208"/>
    <w:rsid w:val="008B4DD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1321A"/>
    <w:rsid w:val="00914542"/>
    <w:rsid w:val="00916188"/>
    <w:rsid w:val="00921C1F"/>
    <w:rsid w:val="00923D7D"/>
    <w:rsid w:val="009508DF"/>
    <w:rsid w:val="00950DAC"/>
    <w:rsid w:val="00954A07"/>
    <w:rsid w:val="00980881"/>
    <w:rsid w:val="00997F14"/>
    <w:rsid w:val="009A75FE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101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E26"/>
    <w:rsid w:val="00B819C8"/>
    <w:rsid w:val="00B82308"/>
    <w:rsid w:val="00BB520A"/>
    <w:rsid w:val="00BD3869"/>
    <w:rsid w:val="00BD66E9"/>
    <w:rsid w:val="00BF2C41"/>
    <w:rsid w:val="00C058B4"/>
    <w:rsid w:val="00C131B5"/>
    <w:rsid w:val="00C16ABF"/>
    <w:rsid w:val="00C170AE"/>
    <w:rsid w:val="00C2210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0D1D"/>
    <w:rsid w:val="00CD6897"/>
    <w:rsid w:val="00CE5BAC"/>
    <w:rsid w:val="00CF25BE"/>
    <w:rsid w:val="00CF328D"/>
    <w:rsid w:val="00CF78ED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6345B"/>
    <w:rsid w:val="00D662CC"/>
    <w:rsid w:val="00D74119"/>
    <w:rsid w:val="00D8075B"/>
    <w:rsid w:val="00D8327E"/>
    <w:rsid w:val="00D8678B"/>
    <w:rsid w:val="00DA2114"/>
    <w:rsid w:val="00DB0CD2"/>
    <w:rsid w:val="00DE09C0"/>
    <w:rsid w:val="00DF320D"/>
    <w:rsid w:val="00DF605A"/>
    <w:rsid w:val="00DF62D9"/>
    <w:rsid w:val="00DF71C8"/>
    <w:rsid w:val="00E129B8"/>
    <w:rsid w:val="00E21E7D"/>
    <w:rsid w:val="00E22FBC"/>
    <w:rsid w:val="00E24BF5"/>
    <w:rsid w:val="00E25338"/>
    <w:rsid w:val="00E51E44"/>
    <w:rsid w:val="00E63348"/>
    <w:rsid w:val="00E64A54"/>
    <w:rsid w:val="00E77E88"/>
    <w:rsid w:val="00E8107D"/>
    <w:rsid w:val="00EA4832"/>
    <w:rsid w:val="00EA5997"/>
    <w:rsid w:val="00EC4899"/>
    <w:rsid w:val="00EC6632"/>
    <w:rsid w:val="00ED03AB"/>
    <w:rsid w:val="00ED32D2"/>
    <w:rsid w:val="00ED4369"/>
    <w:rsid w:val="00EE32DE"/>
    <w:rsid w:val="00EE5457"/>
    <w:rsid w:val="00F070AB"/>
    <w:rsid w:val="00F27A7B"/>
    <w:rsid w:val="00F526AF"/>
    <w:rsid w:val="00F5586D"/>
    <w:rsid w:val="00F617C3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1D96A5A6"/>
    <w:rsid w:val="262EFB82"/>
    <w:rsid w:val="39BA03F1"/>
    <w:rsid w:val="3FC24C0B"/>
    <w:rsid w:val="4682BF70"/>
    <w:rsid w:val="5C30EEBF"/>
    <w:rsid w:val="7DB8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65CD8"/>
  <w15:chartTrackingRefBased/>
  <w15:docId w15:val="{E6F0410D-2AAA-472C-96F5-42DEB7D8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character" w:customStyle="1" w:styleId="st">
    <w:name w:val="st"/>
    <w:basedOn w:val="Domylnaczcionkaakapitu"/>
    <w:rsid w:val="00B80E26"/>
  </w:style>
  <w:style w:type="character" w:styleId="Uwydatnienie">
    <w:name w:val="Emphasis"/>
    <w:uiPriority w:val="20"/>
    <w:qFormat/>
    <w:rsid w:val="00B80E26"/>
    <w:rPr>
      <w:i/>
      <w:iCs/>
    </w:rPr>
  </w:style>
  <w:style w:type="character" w:styleId="Pogrubienie">
    <w:name w:val="Strong"/>
    <w:uiPriority w:val="22"/>
    <w:qFormat/>
    <w:rsid w:val="00B80E2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71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71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71F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71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71F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129781-B189-40F3-B4B6-201D334097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182554-35AA-43F5-871F-FC5952BCFB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487EB1-EFFA-402D-BB8E-79DC7F92B4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687</Words>
  <Characters>4124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34</cp:revision>
  <cp:lastPrinted>2017-02-15T21:41:00Z</cp:lastPrinted>
  <dcterms:created xsi:type="dcterms:W3CDTF">2020-12-04T19:42:00Z</dcterms:created>
  <dcterms:modified xsi:type="dcterms:W3CDTF">2021-02-12T16:25:00Z</dcterms:modified>
</cp:coreProperties>
</file>